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0643E" w14:paraId="2CAD2CBC" w14:textId="77777777" w:rsidTr="007D272E">
        <w:tc>
          <w:tcPr>
            <w:tcW w:w="2689" w:type="dxa"/>
          </w:tcPr>
          <w:p w14:paraId="185351C0" w14:textId="1E23969B" w:rsidR="0020643E" w:rsidRPr="0020643E" w:rsidRDefault="0020643E" w:rsidP="0020643E">
            <w:pPr>
              <w:pStyle w:val="SIText"/>
            </w:pPr>
            <w:r w:rsidRPr="00CC451E">
              <w:t>Release</w:t>
            </w:r>
            <w:r w:rsidRPr="0020643E">
              <w:t xml:space="preserve"> </w:t>
            </w:r>
            <w:r w:rsidR="002564EC">
              <w:t>1</w:t>
            </w:r>
          </w:p>
        </w:tc>
        <w:tc>
          <w:tcPr>
            <w:tcW w:w="6939" w:type="dxa"/>
          </w:tcPr>
          <w:p w14:paraId="4F73E88C" w14:textId="04201092" w:rsidR="0020643E" w:rsidRPr="0020643E" w:rsidRDefault="0020643E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6604DA">
              <w:t>9.0</w:t>
            </w:r>
            <w:r w:rsidR="000E7E0F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A815CBD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</w:t>
            </w:r>
            <w:r w:rsidR="002564EC">
              <w:t>10</w:t>
            </w:r>
          </w:p>
        </w:tc>
        <w:tc>
          <w:tcPr>
            <w:tcW w:w="3604" w:type="pct"/>
            <w:shd w:val="clear" w:color="auto" w:fill="auto"/>
          </w:tcPr>
          <w:p w14:paraId="01D80964" w14:textId="49823F33" w:rsidR="00F1480E" w:rsidRPr="005404CB" w:rsidRDefault="001C1550" w:rsidP="005404CB">
            <w:pPr>
              <w:pStyle w:val="SIUnittitle"/>
            </w:pPr>
            <w:r w:rsidRPr="001C1550">
              <w:t>Design and document an organic farm landscape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7F28CE" w14:textId="338E75F3" w:rsidR="00AB5CC7" w:rsidRPr="00AB5CC7" w:rsidRDefault="00AB5CC7">
            <w:pPr>
              <w:pStyle w:val="SIText"/>
            </w:pPr>
            <w:r w:rsidRPr="00AB5CC7">
              <w:t>This unit of competency describes the skills and knowledge required to</w:t>
            </w:r>
            <w:r w:rsidR="0020643E">
              <w:t xml:space="preserve"> audit and assess property features</w:t>
            </w:r>
            <w:r w:rsidR="000E7E0F">
              <w:t>,</w:t>
            </w:r>
            <w:r w:rsidR="0020643E">
              <w:t xml:space="preserve"> and </w:t>
            </w:r>
            <w:r w:rsidRPr="00AB5CC7">
              <w:t xml:space="preserve">design and document a landscape for an organic farm </w:t>
            </w:r>
            <w:r w:rsidR="0020643E">
              <w:t xml:space="preserve">in compliance with </w:t>
            </w:r>
            <w:r w:rsidRPr="00AB5CC7">
              <w:t>legislation and codes</w:t>
            </w:r>
            <w:r w:rsidR="0020643E">
              <w:t xml:space="preserve"> of practice.</w:t>
            </w:r>
          </w:p>
          <w:p w14:paraId="4E4D60F8" w14:textId="77777777" w:rsidR="00AB5CC7" w:rsidRPr="00AB5CC7" w:rsidRDefault="00AB5CC7" w:rsidP="00AB5CC7">
            <w:pPr>
              <w:pStyle w:val="SIText"/>
            </w:pPr>
          </w:p>
          <w:p w14:paraId="23DB5495" w14:textId="7FD7E9DA" w:rsidR="00AB5CC7" w:rsidRDefault="00377B29" w:rsidP="00AB5CC7">
            <w:pPr>
              <w:pStyle w:val="SIText"/>
            </w:pPr>
            <w:r w:rsidRPr="00377B29">
              <w:t xml:space="preserve">The unit applies to individuals who apply specialised skills and </w:t>
            </w:r>
            <w:proofErr w:type="gramStart"/>
            <w:r w:rsidRPr="00377B29">
              <w:t>knowledge, and</w:t>
            </w:r>
            <w:proofErr w:type="gramEnd"/>
            <w:r w:rsidRPr="00377B29">
              <w:t xml:space="preserve"> take personal responsibility and exercise autonomy in undertaking complex work. They analyse and synthesise information and analyse, </w:t>
            </w:r>
            <w:proofErr w:type="gramStart"/>
            <w:r w:rsidRPr="00377B29">
              <w:t>design</w:t>
            </w:r>
            <w:proofErr w:type="gramEnd"/>
            <w:r w:rsidRPr="00377B29">
              <w:t xml:space="preserve"> and communicate solutions to complex problems. </w:t>
            </w:r>
          </w:p>
          <w:p w14:paraId="77A8E095" w14:textId="77777777" w:rsidR="00377B29" w:rsidRPr="00AB5CC7" w:rsidRDefault="00377B29" w:rsidP="00AB5CC7">
            <w:pPr>
              <w:pStyle w:val="SIText"/>
            </w:pPr>
          </w:p>
          <w:p w14:paraId="22C15BCD" w14:textId="5F2D5B8F" w:rsidR="00373436" w:rsidRPr="000754EC" w:rsidRDefault="00AB5CC7">
            <w:pPr>
              <w:pStyle w:val="SIText"/>
            </w:pPr>
            <w:r w:rsidRPr="00AB5CC7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B5CC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3721567" w:rsidR="00AB5CC7" w:rsidRPr="00AB5CC7" w:rsidRDefault="00AB5CC7">
            <w:pPr>
              <w:pStyle w:val="SIText"/>
            </w:pPr>
            <w:r w:rsidRPr="00AB5CC7">
              <w:t xml:space="preserve">1. Source legislative requirements </w:t>
            </w:r>
            <w:r w:rsidR="000E7E0F">
              <w:t>that</w:t>
            </w:r>
            <w:r w:rsidR="000E7E0F" w:rsidRPr="00AB5CC7">
              <w:t xml:space="preserve"> </w:t>
            </w:r>
            <w:r w:rsidRPr="00AB5CC7">
              <w:t>impact on management of an organic farm</w:t>
            </w:r>
          </w:p>
        </w:tc>
        <w:tc>
          <w:tcPr>
            <w:tcW w:w="3604" w:type="pct"/>
            <w:shd w:val="clear" w:color="auto" w:fill="auto"/>
          </w:tcPr>
          <w:p w14:paraId="65D607AE" w14:textId="6B7E7418" w:rsidR="00AB5CC7" w:rsidRPr="00AB5CC7" w:rsidRDefault="00AB5CC7" w:rsidP="00AB5CC7">
            <w:r w:rsidRPr="00AB5CC7">
              <w:t>1.1 Identify and access legislati</w:t>
            </w:r>
            <w:r w:rsidR="0020643E">
              <w:t xml:space="preserve">on </w:t>
            </w:r>
            <w:r w:rsidRPr="00AB5CC7">
              <w:t>and codes of practice relevant to the design and planning of organic farm</w:t>
            </w:r>
            <w:r w:rsidR="0020643E">
              <w:t>s</w:t>
            </w:r>
          </w:p>
          <w:p w14:paraId="5EF18E14" w14:textId="6D389D26" w:rsidR="00AB5CC7" w:rsidRPr="00AB5CC7" w:rsidRDefault="00AB5CC7" w:rsidP="00AB5CC7">
            <w:r w:rsidRPr="00AB5CC7">
              <w:t xml:space="preserve">1.2 Investigate </w:t>
            </w:r>
            <w:r w:rsidR="0020643E">
              <w:t xml:space="preserve">and identify organic farming </w:t>
            </w:r>
            <w:r w:rsidRPr="00AB5CC7">
              <w:t>work practices and procedures</w:t>
            </w:r>
          </w:p>
          <w:p w14:paraId="4B044429" w14:textId="0AABDC66" w:rsidR="00AB5CC7" w:rsidRPr="00AB5CC7" w:rsidRDefault="00AB5CC7">
            <w:r w:rsidRPr="00AB5CC7">
              <w:t>1.3 Identify and interpret key clauses and requirements </w:t>
            </w:r>
            <w:r w:rsidR="000E7E0F">
              <w:t>that</w:t>
            </w:r>
            <w:r w:rsidR="000E7E0F" w:rsidRPr="00AB5CC7">
              <w:t xml:space="preserve"> </w:t>
            </w:r>
            <w:r w:rsidRPr="00AB5CC7">
              <w:t>apply to organic production</w:t>
            </w:r>
          </w:p>
        </w:tc>
      </w:tr>
      <w:tr w:rsidR="00AB5CC7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1B221415" w:rsidR="00AB5CC7" w:rsidRPr="00AB5CC7" w:rsidRDefault="00AB5CC7">
            <w:pPr>
              <w:pStyle w:val="SIText"/>
            </w:pPr>
            <w:r w:rsidRPr="00AB5CC7">
              <w:t>2. Audit the natural resources and infrastructure of property</w:t>
            </w:r>
          </w:p>
        </w:tc>
        <w:tc>
          <w:tcPr>
            <w:tcW w:w="3604" w:type="pct"/>
            <w:shd w:val="clear" w:color="auto" w:fill="auto"/>
          </w:tcPr>
          <w:p w14:paraId="3AD44F21" w14:textId="05691C6F" w:rsidR="00AB5CC7" w:rsidRPr="00AB5CC7" w:rsidRDefault="00AB5CC7" w:rsidP="00AB5CC7">
            <w:r w:rsidRPr="00AB5CC7">
              <w:t>2.1 Identify and record property physical and biological characteristics </w:t>
            </w:r>
          </w:p>
          <w:p w14:paraId="7DEC783B" w14:textId="77777777" w:rsidR="00AB5CC7" w:rsidRPr="00AB5CC7" w:rsidRDefault="00AB5CC7" w:rsidP="00AB5CC7">
            <w:r w:rsidRPr="00AB5CC7">
              <w:t>2.2 Develop a farm soil map</w:t>
            </w:r>
          </w:p>
          <w:p w14:paraId="73CD6811" w14:textId="77777777" w:rsidR="00AB5CC7" w:rsidRPr="00AB5CC7" w:rsidRDefault="00AB5CC7" w:rsidP="00AB5CC7">
            <w:r w:rsidRPr="00AB5CC7">
              <w:t>2.3 Determine land capability </w:t>
            </w:r>
          </w:p>
          <w:p w14:paraId="164F0907" w14:textId="338A134E" w:rsidR="0036482B" w:rsidRPr="00AB5CC7" w:rsidRDefault="00AB5CC7">
            <w:r w:rsidRPr="00AB5CC7">
              <w:t xml:space="preserve">2.4 Conduct a risk analysis of farm and adjoining </w:t>
            </w:r>
            <w:r w:rsidR="0020643E">
              <w:t>properties</w:t>
            </w:r>
            <w:r w:rsidRPr="00AB5CC7">
              <w:t xml:space="preserve"> </w:t>
            </w:r>
            <w:r w:rsidR="0020643E">
              <w:t>for</w:t>
            </w:r>
            <w:r w:rsidRPr="00AB5CC7">
              <w:t xml:space="preserve"> potential compliance issues with organic standards, legislative and environmental requirements</w:t>
            </w:r>
          </w:p>
        </w:tc>
      </w:tr>
      <w:tr w:rsidR="00AB5CC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E32EF92" w:rsidR="00AB5CC7" w:rsidRPr="00AB5CC7" w:rsidRDefault="00AB5CC7">
            <w:pPr>
              <w:pStyle w:val="SIText"/>
            </w:pPr>
            <w:r w:rsidRPr="00AB5CC7">
              <w:t>3. Develop a landscape plan</w:t>
            </w:r>
            <w:r w:rsidR="00D24D8F">
              <w:t xml:space="preserve"> for organic farm</w:t>
            </w:r>
          </w:p>
        </w:tc>
        <w:tc>
          <w:tcPr>
            <w:tcW w:w="3604" w:type="pct"/>
            <w:shd w:val="clear" w:color="auto" w:fill="auto"/>
          </w:tcPr>
          <w:p w14:paraId="34879C4C" w14:textId="77777777" w:rsidR="00AB5CC7" w:rsidRPr="00AB5CC7" w:rsidRDefault="00AB5CC7" w:rsidP="00AB5CC7">
            <w:r w:rsidRPr="00AB5CC7">
              <w:t>3.1 Identify key design parameters to meet financial, social and sustainability goals</w:t>
            </w:r>
          </w:p>
          <w:p w14:paraId="5183ECBF" w14:textId="28CD60D8" w:rsidR="00AB5CC7" w:rsidRPr="00AB5CC7" w:rsidRDefault="00AB5CC7" w:rsidP="00AB5CC7">
            <w:r w:rsidRPr="00AB5CC7">
              <w:t xml:space="preserve">3.2 Develop and document key farm </w:t>
            </w:r>
            <w:r w:rsidR="00063E46">
              <w:t>procedures</w:t>
            </w:r>
            <w:r w:rsidR="00063E46" w:rsidRPr="00AB5CC7">
              <w:t> </w:t>
            </w:r>
          </w:p>
          <w:p w14:paraId="4D1E2CC2" w14:textId="24CC6961" w:rsidR="00AB5CC7" w:rsidRPr="00AB5CC7" w:rsidRDefault="00AB5CC7" w:rsidP="00AB5CC7">
            <w:r w:rsidRPr="00AB5CC7">
              <w:t>3.3 Investigate short</w:t>
            </w:r>
            <w:r w:rsidR="000E7E0F">
              <w:t>-</w:t>
            </w:r>
            <w:r w:rsidRPr="00AB5CC7">
              <w:t>term and long</w:t>
            </w:r>
            <w:r w:rsidR="000E7E0F">
              <w:t>-</w:t>
            </w:r>
            <w:r w:rsidRPr="00AB5CC7">
              <w:t xml:space="preserve">term </w:t>
            </w:r>
            <w:r w:rsidR="0036482B">
              <w:t>goals</w:t>
            </w:r>
            <w:r w:rsidR="0036482B" w:rsidRPr="00AB5CC7">
              <w:t xml:space="preserve"> </w:t>
            </w:r>
            <w:r w:rsidRPr="00AB5CC7">
              <w:t>for farm system</w:t>
            </w:r>
          </w:p>
          <w:p w14:paraId="19A7F25C" w14:textId="1A8C112E" w:rsidR="00AB5CC7" w:rsidRPr="00AB5CC7" w:rsidRDefault="00AB5CC7" w:rsidP="00AB5CC7">
            <w:r w:rsidRPr="00AB5CC7">
              <w:t xml:space="preserve">3.4 Investigate design options </w:t>
            </w:r>
            <w:r w:rsidR="0036482B">
              <w:t>to address goals</w:t>
            </w:r>
          </w:p>
          <w:p w14:paraId="5B096BC4" w14:textId="0A7BE423" w:rsidR="00AB5CC7" w:rsidRPr="00AB5CC7" w:rsidRDefault="00AB5CC7" w:rsidP="00AB5CC7">
            <w:r w:rsidRPr="00AB5CC7">
              <w:t>3.5 Identify and use design tools </w:t>
            </w:r>
            <w:r w:rsidR="0036482B">
              <w:t>to develop plan</w:t>
            </w:r>
          </w:p>
          <w:p w14:paraId="2B00249F" w14:textId="4DEBBEB2" w:rsidR="00AB5CC7" w:rsidRPr="00AB5CC7" w:rsidRDefault="00AB5CC7">
            <w:pPr>
              <w:pStyle w:val="SIText"/>
            </w:pPr>
            <w:r w:rsidRPr="00AB5CC7">
              <w:t xml:space="preserve">3.6 Develop a concept </w:t>
            </w:r>
            <w:r w:rsidR="00D24D8F">
              <w:t>plan</w:t>
            </w:r>
          </w:p>
        </w:tc>
      </w:tr>
      <w:tr w:rsidR="00AB5CC7" w:rsidRPr="00963A46" w14:paraId="1EFC5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F3CD6" w14:textId="67FFA467" w:rsidR="00AB5CC7" w:rsidRPr="00AB5CC7" w:rsidRDefault="00AB5CC7">
            <w:pPr>
              <w:pStyle w:val="SIText"/>
            </w:pPr>
            <w:r w:rsidRPr="00AB5CC7">
              <w:t>4. Document organic landscape plan</w:t>
            </w:r>
          </w:p>
        </w:tc>
        <w:tc>
          <w:tcPr>
            <w:tcW w:w="3604" w:type="pct"/>
            <w:shd w:val="clear" w:color="auto" w:fill="auto"/>
          </w:tcPr>
          <w:p w14:paraId="44EC1CDA" w14:textId="048A49CD" w:rsidR="00AB5CC7" w:rsidRPr="00AB5CC7" w:rsidRDefault="00AB5CC7" w:rsidP="00AB5CC7">
            <w:r w:rsidRPr="00AB5CC7">
              <w:t xml:space="preserve">4.1 Review </w:t>
            </w:r>
            <w:r w:rsidR="00D24D8F">
              <w:t>concept</w:t>
            </w:r>
            <w:r w:rsidRPr="00AB5CC7">
              <w:t xml:space="preserve"> against financial, social and sustainability goals</w:t>
            </w:r>
          </w:p>
          <w:p w14:paraId="5A7D9650" w14:textId="483E0388" w:rsidR="00AB5CC7" w:rsidRPr="00AB5CC7" w:rsidRDefault="00AB5CC7">
            <w:r w:rsidRPr="00AB5CC7">
              <w:t xml:space="preserve">4.2 Document </w:t>
            </w:r>
            <w:r w:rsidR="00D24D8F">
              <w:t xml:space="preserve">final landscape </w:t>
            </w:r>
            <w:r w:rsidRPr="00AB5CC7">
              <w:t>plan</w:t>
            </w:r>
            <w:r w:rsidR="00D24D8F">
              <w:t xml:space="preserve"> according to workplace procedures and industry standards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ABDCAF9" w:rsidR="00F1480E" w:rsidRPr="005404CB" w:rsidRDefault="00063E46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214C3126" w:rsidR="00F1480E" w:rsidRPr="006604DA" w:rsidRDefault="00063E46">
            <w:pPr>
              <w:pStyle w:val="SIBulletList1"/>
            </w:pPr>
            <w:r w:rsidRPr="00063E46">
              <w:t xml:space="preserve">Organise, </w:t>
            </w:r>
            <w:proofErr w:type="gramStart"/>
            <w:r w:rsidRPr="00063E46">
              <w:t>evaluate</w:t>
            </w:r>
            <w:proofErr w:type="gramEnd"/>
            <w:r w:rsidRPr="00063E46">
              <w:t xml:space="preserve"> and critique ideas and information </w:t>
            </w:r>
            <w:r>
              <w:t>on organic farming and certification to develop ideas for farm landscape design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458A47D6" w:rsidR="00F1480E" w:rsidRPr="005404CB" w:rsidRDefault="00063E46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192958AC" w:rsidR="00F1480E" w:rsidRPr="005404CB" w:rsidRDefault="00063E46">
            <w:pPr>
              <w:pStyle w:val="SIBulletList1"/>
              <w:rPr>
                <w:rFonts w:eastAsia="Calibri"/>
              </w:rPr>
            </w:pPr>
            <w:r w:rsidRPr="00063E46">
              <w:t>Demonstrate sophisticated writing skills by selecting appropriate conventions and stylistic devices to express precise meaning</w:t>
            </w:r>
            <w:r>
              <w:t xml:space="preserve"> for farm design parameters, </w:t>
            </w:r>
            <w:proofErr w:type="gramStart"/>
            <w:r>
              <w:t>specifications</w:t>
            </w:r>
            <w:proofErr w:type="gramEnd"/>
            <w:r>
              <w:t xml:space="preserve"> and procedures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182BCE6B" w:rsidR="00041E59" w:rsidRPr="005404CB" w:rsidRDefault="00D24D8F" w:rsidP="005404CB">
            <w:pPr>
              <w:pStyle w:val="SIText"/>
            </w:pPr>
            <w:r w:rsidRPr="00D24D8F">
              <w:t>AHCORG5</w:t>
            </w:r>
            <w:r w:rsidR="002564EC">
              <w:t>10</w:t>
            </w:r>
            <w:r w:rsidRPr="00D24D8F">
              <w:t xml:space="preserve"> Design and document an organic farm landscape</w:t>
            </w:r>
          </w:p>
        </w:tc>
        <w:tc>
          <w:tcPr>
            <w:tcW w:w="1105" w:type="pct"/>
          </w:tcPr>
          <w:p w14:paraId="64EA7AE3" w14:textId="3E99533A" w:rsidR="00041E59" w:rsidRPr="005404CB" w:rsidRDefault="00D24D8F">
            <w:pPr>
              <w:pStyle w:val="SIText"/>
            </w:pPr>
            <w:r w:rsidRPr="00D24D8F">
              <w:t>AHCORG503 Design and document an organic farm landscape</w:t>
            </w:r>
          </w:p>
        </w:tc>
        <w:tc>
          <w:tcPr>
            <w:tcW w:w="1251" w:type="pct"/>
          </w:tcPr>
          <w:p w14:paraId="3E031D32" w14:textId="19989B07" w:rsidR="00041E59" w:rsidRPr="005404CB" w:rsidRDefault="00D24D8F">
            <w:pPr>
              <w:pStyle w:val="SIText"/>
            </w:pPr>
            <w:r>
              <w:t>Minor changes to Application and Elements and Performance Criteria for brevity and clarity</w:t>
            </w:r>
            <w:r w:rsidR="005B72D8">
              <w:br/>
              <w:t>Changes to Performance Evidence, Knowledge Evidence and Assessment Conditions</w:t>
            </w:r>
            <w:r w:rsidR="005B72D8">
              <w:br/>
              <w:t>Foundation Skills added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42B0246A" w:rsidR="00F1480E" w:rsidRPr="005404CB" w:rsidRDefault="000E7E0F" w:rsidP="005404CB">
            <w:pPr>
              <w:pStyle w:val="SIText"/>
            </w:pPr>
            <w:r>
              <w:t xml:space="preserve">Companion Volumes, including Implementation </w:t>
            </w:r>
            <w:r w:rsidRPr="000E7E0F">
              <w:t xml:space="preserve">Guides, are available at </w:t>
            </w:r>
            <w:proofErr w:type="spellStart"/>
            <w:r w:rsidRPr="000E7E0F">
              <w:t>VETNet</w:t>
            </w:r>
            <w:proofErr w:type="spellEnd"/>
            <w:r w:rsidRPr="000E7E0F">
              <w:t xml:space="preserve">: </w:t>
            </w:r>
            <w:hyperlink r:id="rId11" w:history="1">
              <w:r w:rsidRPr="000E7E0F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B1A9BB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1550" w:rsidRPr="001C1550">
              <w:t>AHCORG5</w:t>
            </w:r>
            <w:r w:rsidR="002564EC">
              <w:t>10</w:t>
            </w:r>
            <w:r w:rsidR="001C1550" w:rsidRPr="001C1550">
              <w:t xml:space="preserve"> Design and document an organic farm landscape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7E78D40" w14:textId="77777777" w:rsidR="00D24D8F" w:rsidRDefault="00D24D8F" w:rsidP="00D24D8F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9811092" w14:textId="77777777" w:rsidR="000E7E0F" w:rsidRDefault="000E7E0F" w:rsidP="00D24D8F">
            <w:pPr>
              <w:pStyle w:val="SIText"/>
            </w:pPr>
          </w:p>
          <w:p w14:paraId="6922BC12" w14:textId="4446BB88" w:rsidR="00D24D8F" w:rsidRDefault="00D24D8F" w:rsidP="00D24D8F">
            <w:pPr>
              <w:pStyle w:val="SIText"/>
            </w:pPr>
            <w:r>
              <w:t>There must be evidence that the individual has</w:t>
            </w:r>
            <w:r w:rsidR="000E7E0F">
              <w:t>,</w:t>
            </w:r>
            <w:r>
              <w:t xml:space="preserve"> on at least one occasion</w:t>
            </w:r>
            <w:r w:rsidR="000E7E0F">
              <w:t>,</w:t>
            </w:r>
            <w:r>
              <w:t xml:space="preserve"> designed and documented a landscape plan for an organic farm and has:</w:t>
            </w:r>
          </w:p>
          <w:p w14:paraId="56DE729B" w14:textId="7A71C87A" w:rsidR="00AE15EB" w:rsidRPr="00AE15EB" w:rsidRDefault="00AE15EB" w:rsidP="00AE15EB">
            <w:pPr>
              <w:pStyle w:val="SIBulletList1"/>
            </w:pPr>
            <w:r w:rsidRPr="00AE15EB">
              <w:t>source</w:t>
            </w:r>
            <w:r w:rsidR="00D24D8F">
              <w:t>d</w:t>
            </w:r>
            <w:r w:rsidRPr="00AE15EB">
              <w:t xml:space="preserve"> and interpret</w:t>
            </w:r>
            <w:r w:rsidR="00D24D8F">
              <w:t>ed</w:t>
            </w:r>
            <w:r w:rsidRPr="00AE15EB">
              <w:t xml:space="preserve"> legislative requirements</w:t>
            </w:r>
            <w:r w:rsidR="000E7E0F">
              <w:t xml:space="preserve">, </w:t>
            </w:r>
            <w:r w:rsidRPr="00AE15EB">
              <w:t>industry standards and codes of practice</w:t>
            </w:r>
          </w:p>
          <w:p w14:paraId="2EDF82B8" w14:textId="3DFAC335" w:rsidR="00AE15EB" w:rsidRPr="00AE15EB" w:rsidRDefault="00AE15EB" w:rsidP="00AE15EB">
            <w:pPr>
              <w:pStyle w:val="SIBulletList1"/>
            </w:pPr>
            <w:r w:rsidRPr="00AE15EB">
              <w:t>identif</w:t>
            </w:r>
            <w:r w:rsidR="00D24D8F">
              <w:t>ied</w:t>
            </w:r>
            <w:r w:rsidRPr="00AE15EB">
              <w:t xml:space="preserve"> compliant work practices and procedures</w:t>
            </w:r>
          </w:p>
          <w:p w14:paraId="4FA6A196" w14:textId="502A4070" w:rsidR="00AE15EB" w:rsidRPr="00AE15EB" w:rsidRDefault="00AE15EB" w:rsidP="00AE15EB">
            <w:pPr>
              <w:pStyle w:val="SIBulletList1"/>
            </w:pPr>
            <w:r w:rsidRPr="00AE15EB">
              <w:t>conduct</w:t>
            </w:r>
            <w:r w:rsidR="00D24D8F">
              <w:t>ed</w:t>
            </w:r>
            <w:r w:rsidRPr="00AE15EB">
              <w:t xml:space="preserve"> an audit of natural resources and infrastructure of property</w:t>
            </w:r>
          </w:p>
          <w:p w14:paraId="4691E20A" w14:textId="3D06EA98" w:rsidR="00AE15EB" w:rsidRPr="00AE15EB" w:rsidRDefault="00AE15EB" w:rsidP="00AE15EB">
            <w:pPr>
              <w:pStyle w:val="SIBulletList1"/>
            </w:pPr>
            <w:r w:rsidRPr="00AE15EB">
              <w:t>identif</w:t>
            </w:r>
            <w:r w:rsidR="00D24D8F">
              <w:t>ied</w:t>
            </w:r>
            <w:r w:rsidRPr="00AE15EB">
              <w:t xml:space="preserve"> physical and biological characteristics and landscape features of property</w:t>
            </w:r>
          </w:p>
          <w:p w14:paraId="65997EB6" w14:textId="4C9C555F" w:rsidR="00AE15EB" w:rsidRPr="00AE15EB" w:rsidRDefault="00AE15EB" w:rsidP="00AE15EB">
            <w:pPr>
              <w:pStyle w:val="SIBulletList1"/>
            </w:pPr>
            <w:r w:rsidRPr="00AE15EB">
              <w:t>develop</w:t>
            </w:r>
            <w:r w:rsidR="00D24D8F">
              <w:t>ed</w:t>
            </w:r>
            <w:r w:rsidRPr="00AE15EB">
              <w:t xml:space="preserve"> farm soil map and determine</w:t>
            </w:r>
            <w:r w:rsidR="00D24D8F">
              <w:t>d</w:t>
            </w:r>
            <w:r w:rsidRPr="00AE15EB">
              <w:t xml:space="preserve"> land capability</w:t>
            </w:r>
          </w:p>
          <w:p w14:paraId="4C9EE73B" w14:textId="638E52D7" w:rsidR="00AE15EB" w:rsidRPr="00AE15EB" w:rsidRDefault="00AE15EB" w:rsidP="00AE15EB">
            <w:pPr>
              <w:pStyle w:val="SIBulletList1"/>
            </w:pPr>
            <w:r w:rsidRPr="00AE15EB">
              <w:t>develop</w:t>
            </w:r>
            <w:r w:rsidR="00D24D8F">
              <w:t>ed</w:t>
            </w:r>
            <w:r w:rsidRPr="00AE15EB">
              <w:t xml:space="preserve"> a</w:t>
            </w:r>
            <w:r w:rsidR="00D24D8F">
              <w:t xml:space="preserve"> draft concept </w:t>
            </w:r>
            <w:r w:rsidRPr="00AE15EB">
              <w:t xml:space="preserve">landscape plan using </w:t>
            </w:r>
            <w:r w:rsidR="00D24D8F">
              <w:t>design</w:t>
            </w:r>
            <w:r w:rsidRPr="00AE15EB">
              <w:t xml:space="preserve"> </w:t>
            </w:r>
            <w:proofErr w:type="gramStart"/>
            <w:r w:rsidRPr="00AE15EB">
              <w:t>tools</w:t>
            </w:r>
            <w:proofErr w:type="gramEnd"/>
          </w:p>
          <w:p w14:paraId="6BFA69AA" w14:textId="1B0FEB07" w:rsidR="006130F4" w:rsidRPr="005404CB" w:rsidRDefault="00AE15EB" w:rsidP="006604DA">
            <w:pPr>
              <w:pStyle w:val="SIBulletList1"/>
            </w:pPr>
            <w:r w:rsidRPr="00AE15EB">
              <w:t>revise</w:t>
            </w:r>
            <w:r w:rsidR="00D24D8F">
              <w:t>d</w:t>
            </w:r>
            <w:r w:rsidRPr="00AE15EB">
              <w:t xml:space="preserve"> </w:t>
            </w:r>
            <w:r w:rsidR="00D24D8F">
              <w:t>concept</w:t>
            </w:r>
            <w:r w:rsidRPr="00AE15EB">
              <w:t xml:space="preserve"> plan and document</w:t>
            </w:r>
            <w:r w:rsidR="00D24D8F">
              <w:t>ed</w:t>
            </w:r>
            <w:r w:rsidRPr="00AE15EB">
              <w:t xml:space="preserve"> final organic landscape plan</w:t>
            </w:r>
            <w:r w:rsidR="00D24D8F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032D98D" w14:textId="2874B0CD" w:rsidR="00892462" w:rsidRDefault="00892462" w:rsidP="00892462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7F065C0" w14:textId="7A24E594" w:rsidR="00892462" w:rsidRPr="00AE15EB" w:rsidRDefault="00892462" w:rsidP="00AE15EB">
            <w:pPr>
              <w:pStyle w:val="SIBulletList1"/>
            </w:pPr>
            <w:r>
              <w:t>legislative</w:t>
            </w:r>
            <w:r w:rsidR="000E7E0F">
              <w:t xml:space="preserve"> and </w:t>
            </w:r>
            <w:r>
              <w:t xml:space="preserve">regulatory </w:t>
            </w:r>
            <w:r w:rsidR="000E7E0F">
              <w:t xml:space="preserve">requirements </w:t>
            </w:r>
            <w:r>
              <w:t>and codes of practice relevant to organic farming practice</w:t>
            </w:r>
          </w:p>
          <w:p w14:paraId="417D1113" w14:textId="7EC1D447" w:rsidR="00AE15EB" w:rsidRDefault="00892462" w:rsidP="00AE15EB">
            <w:pPr>
              <w:pStyle w:val="SIBulletList1"/>
            </w:pPr>
            <w:r>
              <w:t>physical and biological characteristics of landscape, including:</w:t>
            </w:r>
          </w:p>
          <w:p w14:paraId="7604DC71" w14:textId="77777777" w:rsidR="00AE15EB" w:rsidRPr="00AE15EB" w:rsidRDefault="00AE15EB" w:rsidP="006604DA">
            <w:pPr>
              <w:pStyle w:val="SIBulletList2"/>
            </w:pPr>
            <w:r w:rsidRPr="00AE15EB">
              <w:t>habitat and plant communities on farm</w:t>
            </w:r>
          </w:p>
          <w:p w14:paraId="3389D363" w14:textId="03B1A3D3" w:rsidR="00AE15EB" w:rsidRPr="00AE15EB" w:rsidRDefault="00892462" w:rsidP="006604DA">
            <w:pPr>
              <w:pStyle w:val="SIBulletList2"/>
            </w:pPr>
            <w:r>
              <w:t xml:space="preserve">soil types and their </w:t>
            </w:r>
            <w:r w:rsidR="00AE15EB" w:rsidRPr="00AE15EB">
              <w:t xml:space="preserve">relationship </w:t>
            </w:r>
            <w:r>
              <w:t xml:space="preserve">with </w:t>
            </w:r>
            <w:r w:rsidR="00AE15EB" w:rsidRPr="00AE15EB">
              <w:t>land shap</w:t>
            </w:r>
            <w:r>
              <w:t>e</w:t>
            </w:r>
          </w:p>
          <w:p w14:paraId="33940122" w14:textId="1454AB09" w:rsidR="00AE15EB" w:rsidRPr="00AE15EB" w:rsidRDefault="00AE15EB" w:rsidP="006604DA">
            <w:pPr>
              <w:pStyle w:val="SIBulletList2"/>
            </w:pPr>
            <w:r w:rsidRPr="00AE15EB">
              <w:t xml:space="preserve">different </w:t>
            </w:r>
            <w:r w:rsidR="00892462">
              <w:t xml:space="preserve">zoning </w:t>
            </w:r>
            <w:r w:rsidRPr="00AE15EB">
              <w:t>categories</w:t>
            </w:r>
            <w:r w:rsidR="00892462">
              <w:t>, including</w:t>
            </w:r>
            <w:r w:rsidRPr="00AE15EB">
              <w:t xml:space="preserve"> cultural </w:t>
            </w:r>
            <w:r w:rsidR="00892462">
              <w:t xml:space="preserve">and historical </w:t>
            </w:r>
          </w:p>
          <w:p w14:paraId="75B7D196" w14:textId="77777777" w:rsidR="00892462" w:rsidRPr="00892462" w:rsidRDefault="00892462" w:rsidP="006604DA">
            <w:pPr>
              <w:pStyle w:val="SIBulletList2"/>
            </w:pPr>
            <w:r w:rsidRPr="00AE15EB">
              <w:t>landscape hydrology</w:t>
            </w:r>
          </w:p>
          <w:p w14:paraId="4FFC3A5C" w14:textId="77777777" w:rsidR="00AE15EB" w:rsidRPr="00AE15EB" w:rsidRDefault="00AE15EB" w:rsidP="00AE15EB">
            <w:pPr>
              <w:pStyle w:val="SIBulletList1"/>
            </w:pPr>
            <w:r w:rsidRPr="00AE15EB">
              <w:t>organic certification requirements</w:t>
            </w:r>
          </w:p>
          <w:p w14:paraId="337DE9BE" w14:textId="7488694E" w:rsidR="00AE15EB" w:rsidRDefault="00AE15EB" w:rsidP="00AE15EB">
            <w:pPr>
              <w:pStyle w:val="SIBulletList1"/>
            </w:pPr>
            <w:r w:rsidRPr="00AE15EB">
              <w:t>landscapes for agroecosystems</w:t>
            </w:r>
          </w:p>
          <w:p w14:paraId="47431A68" w14:textId="446D8D99" w:rsidR="00084EA9" w:rsidRPr="00AE15EB" w:rsidRDefault="00084EA9" w:rsidP="00AE15EB">
            <w:pPr>
              <w:pStyle w:val="SIBulletList1"/>
            </w:pPr>
            <w:r>
              <w:t>principles of design and design strategies and tools</w:t>
            </w:r>
          </w:p>
          <w:p w14:paraId="007CF731" w14:textId="77777777" w:rsidR="00AE15EB" w:rsidRPr="00AE15EB" w:rsidRDefault="00AE15EB" w:rsidP="00AE15EB">
            <w:pPr>
              <w:pStyle w:val="SIBulletList1"/>
            </w:pPr>
            <w:r w:rsidRPr="00AE15EB">
              <w:t>native habitat requirements</w:t>
            </w:r>
          </w:p>
          <w:p w14:paraId="5C8CD985" w14:textId="303CCFFF" w:rsidR="006130F4" w:rsidRPr="005404CB" w:rsidRDefault="00AE15EB" w:rsidP="006604DA">
            <w:pPr>
              <w:pStyle w:val="SIBulletList1"/>
            </w:pPr>
            <w:r w:rsidRPr="00AE15EB">
              <w:t>requirements of the organic standard and agroecological principles</w:t>
            </w:r>
            <w:r w:rsidR="00892462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4229043" w14:textId="77777777" w:rsidR="004268FF" w:rsidRPr="004268FF" w:rsidRDefault="004268FF" w:rsidP="006604DA">
            <w:pPr>
              <w:pStyle w:val="SIText"/>
            </w:pPr>
            <w:r w:rsidRPr="004268FF">
              <w:t xml:space="preserve">Assessment of the skills in this unit of competency must take place under the following conditions: </w:t>
            </w:r>
          </w:p>
          <w:p w14:paraId="5D0522A5" w14:textId="77777777" w:rsidR="004268FF" w:rsidRPr="004268FF" w:rsidRDefault="004268FF" w:rsidP="006604DA">
            <w:pPr>
              <w:pStyle w:val="SIBulletList1"/>
            </w:pPr>
            <w:r w:rsidRPr="004268FF">
              <w:t>physical conditions:</w:t>
            </w:r>
          </w:p>
          <w:p w14:paraId="290EF8A6" w14:textId="0FC59BCD" w:rsidR="004268FF" w:rsidRPr="004268FF" w:rsidRDefault="004268FF" w:rsidP="004268FF">
            <w:pPr>
              <w:pStyle w:val="SIBulletList2"/>
            </w:pPr>
            <w:r w:rsidRPr="004268FF">
              <w:t xml:space="preserve">skills must be demonstrated </w:t>
            </w:r>
            <w:r>
              <w:t xml:space="preserve">for a farming property </w:t>
            </w:r>
            <w:r w:rsidRPr="004268FF">
              <w:t>or an environment that accurately represents workplace conditions</w:t>
            </w:r>
          </w:p>
          <w:p w14:paraId="3E65B094" w14:textId="77777777" w:rsidR="004268FF" w:rsidRPr="004268FF" w:rsidRDefault="004268FF" w:rsidP="006604DA">
            <w:pPr>
              <w:pStyle w:val="SIBulletList1"/>
            </w:pPr>
            <w:r w:rsidRPr="004268FF">
              <w:t xml:space="preserve">resources, </w:t>
            </w:r>
            <w:proofErr w:type="gramStart"/>
            <w:r w:rsidRPr="004268FF">
              <w:t>equipment</w:t>
            </w:r>
            <w:proofErr w:type="gramEnd"/>
            <w:r w:rsidRPr="004268FF">
              <w:t xml:space="preserve"> and materials:</w:t>
            </w:r>
          </w:p>
          <w:p w14:paraId="5E33E10D" w14:textId="70FF7AAC" w:rsidR="004268FF" w:rsidRPr="004268FF" w:rsidRDefault="00917DED" w:rsidP="004268FF">
            <w:pPr>
              <w:pStyle w:val="SIBulletList2"/>
            </w:pPr>
            <w:r>
              <w:t>d</w:t>
            </w:r>
            <w:r w:rsidR="004268FF">
              <w:t xml:space="preserve">esign </w:t>
            </w:r>
            <w:r w:rsidR="004268FF" w:rsidRPr="004268FF">
              <w:t>tools and equipment</w:t>
            </w:r>
          </w:p>
          <w:p w14:paraId="4549E37C" w14:textId="77777777" w:rsidR="004268FF" w:rsidRPr="004268FF" w:rsidRDefault="004268FF" w:rsidP="006604DA">
            <w:pPr>
              <w:pStyle w:val="SIBulletList1"/>
            </w:pPr>
            <w:r w:rsidRPr="004268FF">
              <w:t>specifications:</w:t>
            </w:r>
          </w:p>
          <w:p w14:paraId="3EA8DC98" w14:textId="768E00C7" w:rsidR="004268FF" w:rsidRPr="004268FF" w:rsidRDefault="004268FF" w:rsidP="004268FF">
            <w:pPr>
              <w:pStyle w:val="SIBulletList2"/>
            </w:pPr>
            <w:r w:rsidRPr="004268FF">
              <w:t>workplace policies, procedures, processes</w:t>
            </w:r>
          </w:p>
          <w:p w14:paraId="083537F8" w14:textId="00E71D20" w:rsidR="004268FF" w:rsidRPr="004268FF" w:rsidRDefault="004268FF" w:rsidP="004268FF">
            <w:pPr>
              <w:pStyle w:val="SIBulletList2"/>
            </w:pPr>
            <w:r w:rsidRPr="004268FF">
              <w:t xml:space="preserve">workplace </w:t>
            </w:r>
            <w:r>
              <w:t>organic farming goals and specifications</w:t>
            </w:r>
          </w:p>
          <w:p w14:paraId="28937DA7" w14:textId="7D9CEE53" w:rsidR="004268FF" w:rsidRPr="004268FF" w:rsidRDefault="004268FF">
            <w:pPr>
              <w:pStyle w:val="SIBulletList2"/>
            </w:pPr>
            <w:r w:rsidRPr="004268FF">
              <w:t>specific legislation/codes of practice</w:t>
            </w:r>
            <w:r>
              <w:t>.</w:t>
            </w:r>
          </w:p>
          <w:p w14:paraId="24800232" w14:textId="77777777" w:rsidR="0003305B" w:rsidRDefault="0003305B" w:rsidP="0011400B">
            <w:pPr>
              <w:pStyle w:val="SIText"/>
            </w:pPr>
          </w:p>
          <w:p w14:paraId="759850B7" w14:textId="411A2EBE" w:rsidR="0011400B" w:rsidRPr="005404CB" w:rsidRDefault="004268FF" w:rsidP="0011400B">
            <w:pPr>
              <w:pStyle w:val="SIText"/>
              <w:rPr>
                <w:rFonts w:eastAsia="Calibri"/>
              </w:rPr>
            </w:pPr>
            <w:r w:rsidRPr="004268F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5F24D89C" w:rsidR="00F1480E" w:rsidRPr="005404CB" w:rsidRDefault="0003305B" w:rsidP="005404CB">
            <w:pPr>
              <w:pStyle w:val="SIText"/>
            </w:pPr>
            <w:r>
              <w:t xml:space="preserve">Companion Volumes, including Implementation </w:t>
            </w:r>
            <w:r w:rsidRPr="0003305B">
              <w:t xml:space="preserve">Guides, are available at </w:t>
            </w:r>
            <w:proofErr w:type="spellStart"/>
            <w:r w:rsidRPr="0003305B">
              <w:t>VETNet</w:t>
            </w:r>
            <w:proofErr w:type="spellEnd"/>
            <w:r w:rsidRPr="0003305B">
              <w:t xml:space="preserve">: </w:t>
            </w:r>
            <w:hyperlink r:id="rId12" w:history="1">
              <w:r w:rsidRPr="0003305B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D4FAE" w14:textId="77777777" w:rsidR="008F4D9F" w:rsidRDefault="008F4D9F" w:rsidP="00BF3F0A">
      <w:r>
        <w:separator/>
      </w:r>
    </w:p>
    <w:p w14:paraId="7656AF2F" w14:textId="77777777" w:rsidR="008F4D9F" w:rsidRDefault="008F4D9F"/>
  </w:endnote>
  <w:endnote w:type="continuationSeparator" w:id="0">
    <w:p w14:paraId="62445DFE" w14:textId="77777777" w:rsidR="008F4D9F" w:rsidRDefault="008F4D9F" w:rsidP="00BF3F0A">
      <w:r>
        <w:continuationSeparator/>
      </w:r>
    </w:p>
    <w:p w14:paraId="73D6CCE3" w14:textId="77777777" w:rsidR="008F4D9F" w:rsidRDefault="008F4D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84EA9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9840C" w14:textId="77777777" w:rsidR="008F4D9F" w:rsidRDefault="008F4D9F" w:rsidP="00BF3F0A">
      <w:r>
        <w:separator/>
      </w:r>
    </w:p>
    <w:p w14:paraId="7B5B7ABA" w14:textId="77777777" w:rsidR="008F4D9F" w:rsidRDefault="008F4D9F"/>
  </w:footnote>
  <w:footnote w:type="continuationSeparator" w:id="0">
    <w:p w14:paraId="711F8BFC" w14:textId="77777777" w:rsidR="008F4D9F" w:rsidRDefault="008F4D9F" w:rsidP="00BF3F0A">
      <w:r>
        <w:continuationSeparator/>
      </w:r>
    </w:p>
    <w:p w14:paraId="624A4140" w14:textId="77777777" w:rsidR="008F4D9F" w:rsidRDefault="008F4D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7E34792" w:rsidR="009C2650" w:rsidRPr="000754EC" w:rsidRDefault="001C1550" w:rsidP="00146EEC">
    <w:pPr>
      <w:pStyle w:val="SIText"/>
    </w:pPr>
    <w:r w:rsidRPr="001C1550">
      <w:t xml:space="preserve"> AHCORG5</w:t>
    </w:r>
    <w:r w:rsidR="002564EC">
      <w:t>10</w:t>
    </w:r>
    <w:r w:rsidRPr="001C1550">
      <w:t xml:space="preserve"> Design and document an organic farm landscape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8529E5"/>
    <w:multiLevelType w:val="multilevel"/>
    <w:tmpl w:val="CE16D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18527E"/>
    <w:multiLevelType w:val="multilevel"/>
    <w:tmpl w:val="C32C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36566B"/>
    <w:multiLevelType w:val="multilevel"/>
    <w:tmpl w:val="FD205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E85544"/>
    <w:multiLevelType w:val="multilevel"/>
    <w:tmpl w:val="95FA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0D003A"/>
    <w:multiLevelType w:val="multilevel"/>
    <w:tmpl w:val="D3C4B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FC5703E"/>
    <w:multiLevelType w:val="multilevel"/>
    <w:tmpl w:val="78EA3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6810011">
    <w:abstractNumId w:val="11"/>
  </w:num>
  <w:num w:numId="2" w16cid:durableId="1655061995">
    <w:abstractNumId w:val="7"/>
  </w:num>
  <w:num w:numId="3" w16cid:durableId="2031909525">
    <w:abstractNumId w:val="3"/>
  </w:num>
  <w:num w:numId="4" w16cid:durableId="644774443">
    <w:abstractNumId w:val="26"/>
  </w:num>
  <w:num w:numId="5" w16cid:durableId="231044108">
    <w:abstractNumId w:val="1"/>
  </w:num>
  <w:num w:numId="6" w16cid:durableId="925501399">
    <w:abstractNumId w:val="10"/>
  </w:num>
  <w:num w:numId="7" w16cid:durableId="983005406">
    <w:abstractNumId w:val="2"/>
  </w:num>
  <w:num w:numId="8" w16cid:durableId="1695573109">
    <w:abstractNumId w:val="0"/>
  </w:num>
  <w:num w:numId="9" w16cid:durableId="388235998">
    <w:abstractNumId w:val="25"/>
  </w:num>
  <w:num w:numId="10" w16cid:durableId="867648314">
    <w:abstractNumId w:val="16"/>
  </w:num>
  <w:num w:numId="11" w16cid:durableId="1130830268">
    <w:abstractNumId w:val="23"/>
  </w:num>
  <w:num w:numId="12" w16cid:durableId="1848055385">
    <w:abstractNumId w:val="18"/>
  </w:num>
  <w:num w:numId="13" w16cid:durableId="1009529787">
    <w:abstractNumId w:val="27"/>
  </w:num>
  <w:num w:numId="14" w16cid:durableId="425081495">
    <w:abstractNumId w:val="5"/>
  </w:num>
  <w:num w:numId="15" w16cid:durableId="135612336">
    <w:abstractNumId w:val="6"/>
  </w:num>
  <w:num w:numId="16" w16cid:durableId="837890462">
    <w:abstractNumId w:val="28"/>
  </w:num>
  <w:num w:numId="17" w16cid:durableId="335545947">
    <w:abstractNumId w:val="22"/>
  </w:num>
  <w:num w:numId="18" w16cid:durableId="853615932">
    <w:abstractNumId w:val="9"/>
  </w:num>
  <w:num w:numId="19" w16cid:durableId="274137438">
    <w:abstractNumId w:val="8"/>
  </w:num>
  <w:num w:numId="20" w16cid:durableId="822696011">
    <w:abstractNumId w:val="12"/>
  </w:num>
  <w:num w:numId="21" w16cid:durableId="1642998394">
    <w:abstractNumId w:val="14"/>
  </w:num>
  <w:num w:numId="22" w16cid:durableId="1566720206">
    <w:abstractNumId w:val="21"/>
  </w:num>
  <w:num w:numId="23" w16cid:durableId="1909998609">
    <w:abstractNumId w:val="17"/>
  </w:num>
  <w:num w:numId="24" w16cid:durableId="1900357235">
    <w:abstractNumId w:val="4"/>
  </w:num>
  <w:num w:numId="25" w16cid:durableId="489909672">
    <w:abstractNumId w:val="24"/>
  </w:num>
  <w:num w:numId="26" w16cid:durableId="1530022061">
    <w:abstractNumId w:val="30"/>
  </w:num>
  <w:num w:numId="27" w16cid:durableId="203950997">
    <w:abstractNumId w:val="31"/>
  </w:num>
  <w:num w:numId="28" w16cid:durableId="1460801053">
    <w:abstractNumId w:val="29"/>
  </w:num>
  <w:num w:numId="29" w16cid:durableId="438453347">
    <w:abstractNumId w:val="19"/>
  </w:num>
  <w:num w:numId="30" w16cid:durableId="201014227">
    <w:abstractNumId w:val="20"/>
  </w:num>
  <w:num w:numId="31" w16cid:durableId="1603296614">
    <w:abstractNumId w:val="13"/>
  </w:num>
  <w:num w:numId="32" w16cid:durableId="10623674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175F2"/>
    <w:rsid w:val="00023992"/>
    <w:rsid w:val="000275AE"/>
    <w:rsid w:val="0003305B"/>
    <w:rsid w:val="00041E59"/>
    <w:rsid w:val="00063E46"/>
    <w:rsid w:val="00064BFE"/>
    <w:rsid w:val="00070B3E"/>
    <w:rsid w:val="00071F95"/>
    <w:rsid w:val="000737BB"/>
    <w:rsid w:val="00074E47"/>
    <w:rsid w:val="000754EC"/>
    <w:rsid w:val="00084EA9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E7E0F"/>
    <w:rsid w:val="000F29F2"/>
    <w:rsid w:val="00101659"/>
    <w:rsid w:val="00105AEA"/>
    <w:rsid w:val="001078BF"/>
    <w:rsid w:val="0011400B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43E"/>
    <w:rsid w:val="0021210E"/>
    <w:rsid w:val="0021414D"/>
    <w:rsid w:val="00223124"/>
    <w:rsid w:val="00233143"/>
    <w:rsid w:val="00234444"/>
    <w:rsid w:val="00242293"/>
    <w:rsid w:val="00244EA7"/>
    <w:rsid w:val="002564E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D93"/>
    <w:rsid w:val="00305EFF"/>
    <w:rsid w:val="00310A6A"/>
    <w:rsid w:val="003144E6"/>
    <w:rsid w:val="00337E82"/>
    <w:rsid w:val="00343ECB"/>
    <w:rsid w:val="00346FDC"/>
    <w:rsid w:val="00350BB1"/>
    <w:rsid w:val="00352C83"/>
    <w:rsid w:val="0036482B"/>
    <w:rsid w:val="00366805"/>
    <w:rsid w:val="0037067D"/>
    <w:rsid w:val="00373436"/>
    <w:rsid w:val="00377B29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405D9E"/>
    <w:rsid w:val="004127E3"/>
    <w:rsid w:val="00417829"/>
    <w:rsid w:val="004268FF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1EC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2D8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5BD"/>
    <w:rsid w:val="00643D1B"/>
    <w:rsid w:val="006452B8"/>
    <w:rsid w:val="006529A5"/>
    <w:rsid w:val="00652E62"/>
    <w:rsid w:val="006604DA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6790"/>
    <w:rsid w:val="008908DE"/>
    <w:rsid w:val="00892462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8F4D9F"/>
    <w:rsid w:val="00903631"/>
    <w:rsid w:val="00916CD7"/>
    <w:rsid w:val="00917DED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9F71CE"/>
    <w:rsid w:val="00A0695B"/>
    <w:rsid w:val="00A127F0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378E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D8F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DF71D5"/>
    <w:rsid w:val="00E13836"/>
    <w:rsid w:val="00E238E6"/>
    <w:rsid w:val="00E3205E"/>
    <w:rsid w:val="00E34CD8"/>
    <w:rsid w:val="00E35064"/>
    <w:rsid w:val="00E3681D"/>
    <w:rsid w:val="00E40225"/>
    <w:rsid w:val="00E4061A"/>
    <w:rsid w:val="00E47E68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610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746D"/>
    <w:rsid w:val="00F438FC"/>
    <w:rsid w:val="00F5616F"/>
    <w:rsid w:val="00F56451"/>
    <w:rsid w:val="00F56827"/>
    <w:rsid w:val="00F62866"/>
    <w:rsid w:val="00F65EF0"/>
    <w:rsid w:val="00F71651"/>
    <w:rsid w:val="00F7493C"/>
    <w:rsid w:val="00F76191"/>
    <w:rsid w:val="00F76CC6"/>
    <w:rsid w:val="00F83D7C"/>
    <w:rsid w:val="00F97644"/>
    <w:rsid w:val="00FB232E"/>
    <w:rsid w:val="00FB4D55"/>
    <w:rsid w:val="00FD557D"/>
    <w:rsid w:val="00FD653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604D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48506-5662-4A6F-898B-5B60BCBBD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3fbd0e8e-82e5-4f83-89a2-7dbad393fe30"/>
    <ds:schemaRef ds:uri="d50bbff7-d6dd-47d2-864a-cfdc2c3db0f4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93595EB-983A-478E-81AD-9B7CF39B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2022-08-03T06:02:00Z</dcterms:created>
  <dcterms:modified xsi:type="dcterms:W3CDTF">2022-10-26T22:57:00Z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